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33DFFC73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592A77">
        <w:rPr>
          <w:caps/>
          <w:sz w:val="40"/>
        </w:rPr>
        <w:t>10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19A26F29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214656">
        <w:rPr>
          <w:caps/>
          <w:sz w:val="40"/>
        </w:rPr>
        <w:t>10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76434A">
        <w:rPr>
          <w:caps/>
          <w:sz w:val="40"/>
        </w:rPr>
        <w:t xml:space="preserve">mísící </w:t>
      </w:r>
      <w:r w:rsidR="00214656">
        <w:rPr>
          <w:caps/>
          <w:sz w:val="40"/>
        </w:rPr>
        <w:t>zařízení na vzorky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506E144A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214656">
        <w:rPr>
          <w:rFonts w:asciiTheme="majorHAnsi" w:hAnsiTheme="majorHAnsi" w:cstheme="majorBidi"/>
          <w:b/>
          <w:bCs/>
        </w:rPr>
        <w:t>10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76434A">
        <w:rPr>
          <w:rFonts w:asciiTheme="majorHAnsi" w:hAnsiTheme="majorHAnsi" w:cstheme="majorBidi"/>
          <w:b/>
          <w:bCs/>
        </w:rPr>
        <w:t>Mísící zařízen</w:t>
      </w:r>
      <w:r w:rsidR="00214656">
        <w:rPr>
          <w:rFonts w:asciiTheme="majorHAnsi" w:hAnsiTheme="majorHAnsi" w:cstheme="majorBidi"/>
          <w:b/>
          <w:bCs/>
        </w:rPr>
        <w:t>í na vzorky</w:t>
      </w:r>
      <w:r w:rsidR="00592A77">
        <w:rPr>
          <w:rFonts w:asciiTheme="majorHAnsi" w:hAnsiTheme="majorHAnsi" w:cstheme="majorBidi"/>
          <w:b/>
          <w:bCs/>
        </w:rPr>
        <w:t xml:space="preserve"> - 1 ks</w:t>
      </w:r>
      <w:r w:rsidR="00FB6B50">
        <w:rPr>
          <w:rFonts w:asciiTheme="majorHAnsi" w:hAnsiTheme="majorHAnsi" w:cstheme="majorBidi"/>
          <w:b/>
          <w:bCs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5BA9BBE6" w:rsidR="00494E93" w:rsidRPr="00592A77" w:rsidRDefault="00592A77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592A77">
        <w:rPr>
          <w:rFonts w:asciiTheme="majorHAnsi" w:hAnsiTheme="majorHAnsi" w:cstheme="majorBidi"/>
          <w:b/>
          <w:bCs/>
          <w:u w:val="single"/>
        </w:rPr>
        <w:t>Mísící zařízení na vzorky - 1 ks: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0E40ECBE" w:rsidR="00494E93" w:rsidRPr="00C16997" w:rsidRDefault="0021465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Druh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103210AB" w:rsidR="00494E93" w:rsidRPr="00C16997" w:rsidRDefault="0021465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Podlahový, stojatý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66986649"/>
              <w:placeholder>
                <w:docPart w:val="2F0F95957207464BA9B2BCC83CB69761"/>
              </w:placeholder>
            </w:sdtPr>
            <w:sdtContent>
              <w:p w14:paraId="5AA25420" w14:textId="732E3943" w:rsidR="00494E93" w:rsidRPr="00C16997" w:rsidRDefault="00187987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15A01" w:rsidRPr="00C16997" w14:paraId="6EFDDA3E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2AAE3" w14:textId="1B05AAC1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Míchací otáčky minimální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27753" w14:textId="4B925C8F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Max. 100 </w:t>
            </w:r>
            <w:proofErr w:type="spellStart"/>
            <w:r>
              <w:rPr>
                <w:rFonts w:asciiTheme="majorHAnsi" w:hAnsiTheme="majorHAnsi" w:cstheme="majorHAnsi"/>
              </w:rPr>
              <w:t>ot</w:t>
            </w:r>
            <w:proofErr w:type="spellEnd"/>
            <w:r>
              <w:rPr>
                <w:rFonts w:asciiTheme="majorHAnsi" w:hAnsiTheme="majorHAnsi" w:cstheme="majorHAnsi"/>
              </w:rPr>
              <w:t>./min</w:t>
            </w:r>
          </w:p>
        </w:tc>
        <w:sdt>
          <w:sdtPr>
            <w:rPr>
              <w:rFonts w:asciiTheme="majorHAnsi" w:hAnsiTheme="majorHAnsi" w:cstheme="majorHAnsi"/>
            </w:rPr>
            <w:id w:val="-1583212448"/>
            <w:placeholder>
              <w:docPart w:val="BD625D3179EB45CEBEF3E5C5B4CF3E38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785FBE" w14:textId="3185DC36" w:rsidR="00515A01" w:rsidRDefault="00515A01" w:rsidP="00515A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515A01" w:rsidRPr="00C16997" w14:paraId="2E8A66E4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8ED1E" w14:textId="0D1EBDCF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Míchací otáčky maximální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D4A40" w14:textId="62112A4D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3000 </w:t>
            </w:r>
            <w:proofErr w:type="spellStart"/>
            <w:r>
              <w:rPr>
                <w:rFonts w:asciiTheme="majorHAnsi" w:hAnsiTheme="majorHAnsi" w:cstheme="majorHAnsi"/>
              </w:rPr>
              <w:t>ot</w:t>
            </w:r>
            <w:proofErr w:type="spellEnd"/>
            <w:r>
              <w:rPr>
                <w:rFonts w:asciiTheme="majorHAnsi" w:hAnsiTheme="majorHAnsi" w:cstheme="majorHAnsi"/>
              </w:rPr>
              <w:t>/min</w:t>
            </w:r>
          </w:p>
        </w:tc>
        <w:sdt>
          <w:sdtPr>
            <w:rPr>
              <w:rFonts w:asciiTheme="majorHAnsi" w:hAnsiTheme="majorHAnsi" w:cstheme="majorHAnsi"/>
            </w:rPr>
            <w:id w:val="1105457423"/>
            <w:placeholder>
              <w:docPart w:val="78BDBF64F29E4AE4A95A2EFA99D91C40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86557D" w14:textId="16D7984B" w:rsidR="00515A01" w:rsidRDefault="00515A01" w:rsidP="00515A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515A01" w:rsidRPr="00C16997" w14:paraId="2903D6F9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9B711" w14:textId="213B7AEC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Točivý moment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0CC7C" w14:textId="67E7FB14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15 </w:t>
            </w:r>
            <w:proofErr w:type="spellStart"/>
            <w:r>
              <w:rPr>
                <w:rFonts w:asciiTheme="majorHAnsi" w:hAnsiTheme="majorHAnsi" w:cstheme="majorHAnsi"/>
              </w:rPr>
              <w:t>Nm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399564912"/>
            <w:placeholder>
              <w:docPart w:val="1D63239C5F8E4BC385DC5A4A33B20D63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2718B90" w14:textId="4B22E840" w:rsidR="00515A01" w:rsidRDefault="00515A01" w:rsidP="00515A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515A01" w:rsidRPr="00C16997" w14:paraId="18D004C9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2DF03" w14:textId="6342B523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Objem nádoby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270E5" w14:textId="3C4CED63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50 l </w:t>
            </w:r>
          </w:p>
        </w:tc>
        <w:sdt>
          <w:sdtPr>
            <w:rPr>
              <w:rFonts w:asciiTheme="majorHAnsi" w:hAnsiTheme="majorHAnsi" w:cstheme="majorHAnsi"/>
            </w:rPr>
            <w:id w:val="-64725111"/>
            <w:placeholder>
              <w:docPart w:val="67CA492BFC964B0BA9EFAE0589C91790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81F63A" w14:textId="2CDAD655" w:rsidR="00515A01" w:rsidRDefault="00515A01" w:rsidP="00515A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515A01" w:rsidRPr="00C16997" w14:paraId="1921165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EDBBB" w14:textId="7C2A29A1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Materiál míchací hřídele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04C9A" w14:textId="5DEFABB3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Nerez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2835419"/>
              <w:placeholder>
                <w:docPart w:val="35B3B81353F4476AA9B27C04369B55D5"/>
              </w:placeholder>
            </w:sdtPr>
            <w:sdtContent>
              <w:p w14:paraId="7EE7AE92" w14:textId="4C965079" w:rsidR="00515A01" w:rsidRDefault="00187987" w:rsidP="00515A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15A01" w:rsidRPr="00C16997" w14:paraId="3164EDC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BC323" w14:textId="167B2E73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Výkon motoru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A0D86" w14:textId="37D0D897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</w:t>
            </w:r>
            <w:r w:rsidR="00AD7A3A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2</w:t>
            </w:r>
            <w:r w:rsidR="00A1503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kW</w:t>
            </w:r>
          </w:p>
        </w:tc>
        <w:sdt>
          <w:sdtPr>
            <w:rPr>
              <w:rFonts w:asciiTheme="majorHAnsi" w:hAnsiTheme="majorHAnsi" w:cstheme="majorHAnsi"/>
            </w:rPr>
            <w:id w:val="-25480309"/>
            <w:placeholder>
              <w:docPart w:val="0C6E2FC0921E4994839D102433DB322A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65B887" w14:textId="5B5DD55C" w:rsidR="00515A01" w:rsidRDefault="00515A01" w:rsidP="00515A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515A01" w:rsidRPr="00C16997" w14:paraId="49A448C1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219B1" w14:textId="194F5729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Nastavitelnost výška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06029" w14:textId="65B6E37B" w:rsidR="00515A01" w:rsidRDefault="00515A01" w:rsidP="00515A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2 polohy</w:t>
            </w:r>
          </w:p>
        </w:tc>
        <w:sdt>
          <w:sdtPr>
            <w:rPr>
              <w:rFonts w:asciiTheme="majorHAnsi" w:hAnsiTheme="majorHAnsi" w:cstheme="majorHAnsi"/>
            </w:rPr>
            <w:id w:val="609559449"/>
            <w:placeholder>
              <w:docPart w:val="EDEFDBBFE4604E2597F435257279BF5B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15DBF7" w14:textId="73C280D9" w:rsidR="00515A01" w:rsidRDefault="00515A01" w:rsidP="00515A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A18F3" w14:textId="2F1F7BEC" w:rsidR="00494E93" w:rsidRPr="00C16997" w:rsidRDefault="00515A01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Elektrické krytí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BEF3A" w14:textId="2C96C565" w:rsidR="00494E93" w:rsidRPr="00C16997" w:rsidRDefault="00515A01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IP54</w:t>
            </w:r>
          </w:p>
        </w:tc>
        <w:sdt>
          <w:sdtPr>
            <w:rPr>
              <w:rFonts w:asciiTheme="majorHAnsi" w:hAnsiTheme="majorHAnsi" w:cstheme="majorHAnsi"/>
            </w:rPr>
            <w:id w:val="1532764093"/>
            <w:placeholder>
              <w:docPart w:val="C4D5CB2EEB984AE28ED27110B48DDA2A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DA572D0" w14:textId="7A507681" w:rsidR="00F15DD5" w:rsidRPr="00C16997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9F65E9E" w14:textId="77777777" w:rsidR="00032427" w:rsidRPr="00C1699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1276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73A568CE" w:rsidR="00B05F5F" w:rsidRPr="00592A77" w:rsidRDefault="002E35FA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592A77">
              <w:rPr>
                <w:rFonts w:asciiTheme="majorHAnsi" w:hAnsiTheme="majorHAnsi" w:cstheme="majorHAnsi"/>
                <w:b/>
                <w:bCs/>
              </w:rPr>
              <w:t>Mísící zařízení</w:t>
            </w:r>
            <w:r w:rsidR="00214656" w:rsidRPr="00592A77">
              <w:rPr>
                <w:rFonts w:asciiTheme="majorHAnsi" w:hAnsiTheme="majorHAnsi" w:cstheme="majorHAnsi"/>
                <w:b/>
                <w:bCs/>
              </w:rPr>
              <w:t xml:space="preserve"> na vzorky</w:t>
            </w:r>
            <w:r w:rsidR="00592A77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59AC17DC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000000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C3663" w14:textId="77777777" w:rsidR="00503C0C" w:rsidRDefault="00503C0C" w:rsidP="002C4725">
      <w:pPr>
        <w:spacing w:after="0" w:line="240" w:lineRule="auto"/>
      </w:pPr>
      <w:r>
        <w:separator/>
      </w:r>
    </w:p>
  </w:endnote>
  <w:endnote w:type="continuationSeparator" w:id="0">
    <w:p w14:paraId="0B795166" w14:textId="77777777" w:rsidR="00503C0C" w:rsidRDefault="00503C0C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0D659" w14:textId="77777777" w:rsidR="00503C0C" w:rsidRDefault="00503C0C" w:rsidP="002C4725">
      <w:pPr>
        <w:spacing w:after="0" w:line="240" w:lineRule="auto"/>
      </w:pPr>
      <w:r>
        <w:separator/>
      </w:r>
    </w:p>
  </w:footnote>
  <w:footnote w:type="continuationSeparator" w:id="0">
    <w:p w14:paraId="41EFD455" w14:textId="77777777" w:rsidR="00503C0C" w:rsidRDefault="00503C0C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hwpHumh+V5q/4RS9sNG8YNTptHsRB5zUK4BNGtAAqurDpPb/5ZyRn9OXR3k9DruYbK6Kj28BCWbqL2hAcRkpTQ==" w:salt="JwOVceQedzCUfAy0xFUyb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2427"/>
    <w:rsid w:val="00037BE2"/>
    <w:rsid w:val="000502B4"/>
    <w:rsid w:val="000678DB"/>
    <w:rsid w:val="00072135"/>
    <w:rsid w:val="00082C5A"/>
    <w:rsid w:val="000A3A57"/>
    <w:rsid w:val="000B42C0"/>
    <w:rsid w:val="000D388A"/>
    <w:rsid w:val="000D3E20"/>
    <w:rsid w:val="00130843"/>
    <w:rsid w:val="00134E0A"/>
    <w:rsid w:val="00181002"/>
    <w:rsid w:val="0018712C"/>
    <w:rsid w:val="00187987"/>
    <w:rsid w:val="001950E8"/>
    <w:rsid w:val="00195D10"/>
    <w:rsid w:val="001A3941"/>
    <w:rsid w:val="001B7CEE"/>
    <w:rsid w:val="001D4142"/>
    <w:rsid w:val="002054BE"/>
    <w:rsid w:val="00214656"/>
    <w:rsid w:val="00216252"/>
    <w:rsid w:val="0022176A"/>
    <w:rsid w:val="002264EC"/>
    <w:rsid w:val="00244728"/>
    <w:rsid w:val="00253F47"/>
    <w:rsid w:val="00267824"/>
    <w:rsid w:val="00273B04"/>
    <w:rsid w:val="002846DA"/>
    <w:rsid w:val="002B7C40"/>
    <w:rsid w:val="002C0438"/>
    <w:rsid w:val="002C4725"/>
    <w:rsid w:val="002D727F"/>
    <w:rsid w:val="002E35FA"/>
    <w:rsid w:val="002E6FF5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60120"/>
    <w:rsid w:val="003823F4"/>
    <w:rsid w:val="00393720"/>
    <w:rsid w:val="003A5DBA"/>
    <w:rsid w:val="003B2BA2"/>
    <w:rsid w:val="003C19AE"/>
    <w:rsid w:val="003D2088"/>
    <w:rsid w:val="003D6DD0"/>
    <w:rsid w:val="003D7EE6"/>
    <w:rsid w:val="003F0F2F"/>
    <w:rsid w:val="003F121F"/>
    <w:rsid w:val="003F660A"/>
    <w:rsid w:val="003F6CA9"/>
    <w:rsid w:val="004022A6"/>
    <w:rsid w:val="00402441"/>
    <w:rsid w:val="00422AAC"/>
    <w:rsid w:val="004269B2"/>
    <w:rsid w:val="00427539"/>
    <w:rsid w:val="004373D7"/>
    <w:rsid w:val="004524C6"/>
    <w:rsid w:val="00474F9E"/>
    <w:rsid w:val="00476C99"/>
    <w:rsid w:val="00484AD4"/>
    <w:rsid w:val="00485290"/>
    <w:rsid w:val="0048779C"/>
    <w:rsid w:val="00494E93"/>
    <w:rsid w:val="004B0B9F"/>
    <w:rsid w:val="004B17EA"/>
    <w:rsid w:val="004B3047"/>
    <w:rsid w:val="004B6AE8"/>
    <w:rsid w:val="004C07D9"/>
    <w:rsid w:val="00501E5F"/>
    <w:rsid w:val="00503C0C"/>
    <w:rsid w:val="00504B79"/>
    <w:rsid w:val="00515A01"/>
    <w:rsid w:val="00537C09"/>
    <w:rsid w:val="0055358D"/>
    <w:rsid w:val="00592A77"/>
    <w:rsid w:val="005A375F"/>
    <w:rsid w:val="005B3D5C"/>
    <w:rsid w:val="005D53C2"/>
    <w:rsid w:val="005D66AA"/>
    <w:rsid w:val="005E7CEE"/>
    <w:rsid w:val="005F350C"/>
    <w:rsid w:val="005F5F8E"/>
    <w:rsid w:val="00632639"/>
    <w:rsid w:val="0063433E"/>
    <w:rsid w:val="006365AF"/>
    <w:rsid w:val="006432B7"/>
    <w:rsid w:val="006610D3"/>
    <w:rsid w:val="00694C0A"/>
    <w:rsid w:val="006A51E9"/>
    <w:rsid w:val="006C1405"/>
    <w:rsid w:val="006C1A57"/>
    <w:rsid w:val="006C64E7"/>
    <w:rsid w:val="006C77CF"/>
    <w:rsid w:val="006F2F9A"/>
    <w:rsid w:val="0071161E"/>
    <w:rsid w:val="00716AFF"/>
    <w:rsid w:val="00722CDE"/>
    <w:rsid w:val="007244DA"/>
    <w:rsid w:val="00741F8C"/>
    <w:rsid w:val="007442A1"/>
    <w:rsid w:val="00763788"/>
    <w:rsid w:val="0076434A"/>
    <w:rsid w:val="00775992"/>
    <w:rsid w:val="00785EBF"/>
    <w:rsid w:val="007913D3"/>
    <w:rsid w:val="00794A6B"/>
    <w:rsid w:val="007B2E29"/>
    <w:rsid w:val="007D04B7"/>
    <w:rsid w:val="007E078A"/>
    <w:rsid w:val="007E5031"/>
    <w:rsid w:val="007F096F"/>
    <w:rsid w:val="007F4C54"/>
    <w:rsid w:val="007F73AC"/>
    <w:rsid w:val="00812B87"/>
    <w:rsid w:val="008136D5"/>
    <w:rsid w:val="008138E5"/>
    <w:rsid w:val="00827468"/>
    <w:rsid w:val="008309D1"/>
    <w:rsid w:val="0083788E"/>
    <w:rsid w:val="008673D8"/>
    <w:rsid w:val="0088376E"/>
    <w:rsid w:val="008872D2"/>
    <w:rsid w:val="00891F17"/>
    <w:rsid w:val="008C45B9"/>
    <w:rsid w:val="008C70A2"/>
    <w:rsid w:val="008D6584"/>
    <w:rsid w:val="008E6429"/>
    <w:rsid w:val="008F3E3E"/>
    <w:rsid w:val="008F4095"/>
    <w:rsid w:val="00917068"/>
    <w:rsid w:val="00921E65"/>
    <w:rsid w:val="0094696A"/>
    <w:rsid w:val="009635A2"/>
    <w:rsid w:val="0099359B"/>
    <w:rsid w:val="00993A33"/>
    <w:rsid w:val="009974C4"/>
    <w:rsid w:val="009A5C04"/>
    <w:rsid w:val="009B67B4"/>
    <w:rsid w:val="009B728A"/>
    <w:rsid w:val="009B7883"/>
    <w:rsid w:val="009C06C5"/>
    <w:rsid w:val="009E7E68"/>
    <w:rsid w:val="009F0801"/>
    <w:rsid w:val="00A1503F"/>
    <w:rsid w:val="00A37772"/>
    <w:rsid w:val="00A42719"/>
    <w:rsid w:val="00A67A23"/>
    <w:rsid w:val="00AA0491"/>
    <w:rsid w:val="00AA3A4F"/>
    <w:rsid w:val="00AA7613"/>
    <w:rsid w:val="00AC4E5A"/>
    <w:rsid w:val="00AD7A3A"/>
    <w:rsid w:val="00AE3343"/>
    <w:rsid w:val="00AE6152"/>
    <w:rsid w:val="00AF25BE"/>
    <w:rsid w:val="00AF4030"/>
    <w:rsid w:val="00AF4FAD"/>
    <w:rsid w:val="00B01A69"/>
    <w:rsid w:val="00B05F5F"/>
    <w:rsid w:val="00B067DF"/>
    <w:rsid w:val="00B46FBE"/>
    <w:rsid w:val="00B527F4"/>
    <w:rsid w:val="00B55DCE"/>
    <w:rsid w:val="00B56A03"/>
    <w:rsid w:val="00B654F3"/>
    <w:rsid w:val="00BA141F"/>
    <w:rsid w:val="00BC005C"/>
    <w:rsid w:val="00BC1BE2"/>
    <w:rsid w:val="00BF318F"/>
    <w:rsid w:val="00BF4D9C"/>
    <w:rsid w:val="00BF71BE"/>
    <w:rsid w:val="00C002D7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B2191"/>
    <w:rsid w:val="00CC42DF"/>
    <w:rsid w:val="00CD1ADC"/>
    <w:rsid w:val="00CD39FA"/>
    <w:rsid w:val="00CE111F"/>
    <w:rsid w:val="00CE184D"/>
    <w:rsid w:val="00CE5CDF"/>
    <w:rsid w:val="00D22DCA"/>
    <w:rsid w:val="00D3716D"/>
    <w:rsid w:val="00D40675"/>
    <w:rsid w:val="00D41F6D"/>
    <w:rsid w:val="00D5314B"/>
    <w:rsid w:val="00D845DA"/>
    <w:rsid w:val="00D946F7"/>
    <w:rsid w:val="00DA2467"/>
    <w:rsid w:val="00DB3384"/>
    <w:rsid w:val="00DB4981"/>
    <w:rsid w:val="00DD01E9"/>
    <w:rsid w:val="00E00962"/>
    <w:rsid w:val="00E0304F"/>
    <w:rsid w:val="00E046B0"/>
    <w:rsid w:val="00E254C4"/>
    <w:rsid w:val="00E474FC"/>
    <w:rsid w:val="00E54BD7"/>
    <w:rsid w:val="00E65E02"/>
    <w:rsid w:val="00E9273D"/>
    <w:rsid w:val="00E94454"/>
    <w:rsid w:val="00E97905"/>
    <w:rsid w:val="00EA06C0"/>
    <w:rsid w:val="00EA69AD"/>
    <w:rsid w:val="00EC6D81"/>
    <w:rsid w:val="00EE2E83"/>
    <w:rsid w:val="00EF2A2A"/>
    <w:rsid w:val="00F038FF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B6B50"/>
    <w:rsid w:val="00FC3166"/>
    <w:rsid w:val="00FC4111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D5CB2EEB984AE28ED27110B48DD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524968-7464-461A-BF3A-A007CAA060D3}"/>
      </w:docPartPr>
      <w:docPartBody>
        <w:p w:rsidR="00F424FF" w:rsidRDefault="008E2461" w:rsidP="008E2461">
          <w:pPr>
            <w:pStyle w:val="C4D5CB2EEB984AE28ED27110B48DDA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625D3179EB45CEBEF3E5C5B4CF3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CA78DA-3044-4BF8-BA04-29DBB22B2594}"/>
      </w:docPartPr>
      <w:docPartBody>
        <w:p w:rsidR="00425EF4" w:rsidRDefault="00425EF4" w:rsidP="00425EF4">
          <w:pPr>
            <w:pStyle w:val="BD625D3179EB45CEBEF3E5C5B4CF3E3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BDBF64F29E4AE4A95A2EFA99D91C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42BD12-1FE0-4E96-A31C-CC22F1F80544}"/>
      </w:docPartPr>
      <w:docPartBody>
        <w:p w:rsidR="00425EF4" w:rsidRDefault="00425EF4" w:rsidP="00425EF4">
          <w:pPr>
            <w:pStyle w:val="78BDBF64F29E4AE4A95A2EFA99D91C4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63239C5F8E4BC385DC5A4A33B20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42DE87-2CA3-44F1-94BC-CAE2E075864E}"/>
      </w:docPartPr>
      <w:docPartBody>
        <w:p w:rsidR="00425EF4" w:rsidRDefault="00425EF4" w:rsidP="00425EF4">
          <w:pPr>
            <w:pStyle w:val="1D63239C5F8E4BC385DC5A4A33B20D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7CA492BFC964B0BA9EFAE0589C917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88486-E813-4498-BD0B-C69CA686CE2F}"/>
      </w:docPartPr>
      <w:docPartBody>
        <w:p w:rsidR="00425EF4" w:rsidRDefault="00425EF4" w:rsidP="00425EF4">
          <w:pPr>
            <w:pStyle w:val="67CA492BFC964B0BA9EFAE0589C9179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C6E2FC0921E4994839D102433DB32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C1E71-4AD5-4124-9708-2238FD902629}"/>
      </w:docPartPr>
      <w:docPartBody>
        <w:p w:rsidR="00425EF4" w:rsidRDefault="00425EF4" w:rsidP="00425EF4">
          <w:pPr>
            <w:pStyle w:val="0C6E2FC0921E4994839D102433DB32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EFDBBFE4604E2597F435257279BF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B9341E-FBA5-4973-8F0E-CDD3B934ECBB}"/>
      </w:docPartPr>
      <w:docPartBody>
        <w:p w:rsidR="00425EF4" w:rsidRDefault="00425EF4" w:rsidP="00425EF4">
          <w:pPr>
            <w:pStyle w:val="EDEFDBBFE4604E2597F435257279BF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B3B81353F4476AA9B27C04369B5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232A1E-96B2-44DC-8C73-916700CC729A}"/>
      </w:docPartPr>
      <w:docPartBody>
        <w:p w:rsidR="00AC66E0" w:rsidRDefault="00D87E77" w:rsidP="00D87E77">
          <w:pPr>
            <w:pStyle w:val="35B3B81353F4476AA9B27C04369B55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F0F95957207464BA9B2BCC83CB697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E1F583-DBCC-4FE7-A6D3-782534FE5299}"/>
      </w:docPartPr>
      <w:docPartBody>
        <w:p w:rsidR="00AC66E0" w:rsidRDefault="00D87E77" w:rsidP="00D87E77">
          <w:pPr>
            <w:pStyle w:val="2F0F95957207464BA9B2BCC83CB6976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34E0A"/>
    <w:rsid w:val="00147144"/>
    <w:rsid w:val="00216252"/>
    <w:rsid w:val="003051D9"/>
    <w:rsid w:val="003145E3"/>
    <w:rsid w:val="00344421"/>
    <w:rsid w:val="00371332"/>
    <w:rsid w:val="003B3710"/>
    <w:rsid w:val="004022A6"/>
    <w:rsid w:val="00425EF4"/>
    <w:rsid w:val="004E00EB"/>
    <w:rsid w:val="00501E5F"/>
    <w:rsid w:val="0057640E"/>
    <w:rsid w:val="005B3D5C"/>
    <w:rsid w:val="00651A9B"/>
    <w:rsid w:val="00680B9C"/>
    <w:rsid w:val="006F2F9A"/>
    <w:rsid w:val="0071161E"/>
    <w:rsid w:val="008E2461"/>
    <w:rsid w:val="00921E65"/>
    <w:rsid w:val="00936DC9"/>
    <w:rsid w:val="009A3103"/>
    <w:rsid w:val="009B728A"/>
    <w:rsid w:val="00A10168"/>
    <w:rsid w:val="00A47ACE"/>
    <w:rsid w:val="00AA3A4F"/>
    <w:rsid w:val="00AC66E0"/>
    <w:rsid w:val="00B55DCE"/>
    <w:rsid w:val="00C668C4"/>
    <w:rsid w:val="00C84E54"/>
    <w:rsid w:val="00D845DA"/>
    <w:rsid w:val="00D87E77"/>
    <w:rsid w:val="00D946F7"/>
    <w:rsid w:val="00DB3384"/>
    <w:rsid w:val="00DB4981"/>
    <w:rsid w:val="00DD6F8C"/>
    <w:rsid w:val="00E56B31"/>
    <w:rsid w:val="00EA69AD"/>
    <w:rsid w:val="00EE65B4"/>
    <w:rsid w:val="00F424FF"/>
    <w:rsid w:val="00FC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7E77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625D3179EB45CEBEF3E5C5B4CF3E38">
    <w:name w:val="BD625D3179EB45CEBEF3E5C5B4CF3E38"/>
    <w:rsid w:val="00425E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BDBF64F29E4AE4A95A2EFA99D91C40">
    <w:name w:val="78BDBF64F29E4AE4A95A2EFA99D91C40"/>
    <w:rsid w:val="00425E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63239C5F8E4BC385DC5A4A33B20D63">
    <w:name w:val="1D63239C5F8E4BC385DC5A4A33B20D63"/>
    <w:rsid w:val="00425E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CA492BFC964B0BA9EFAE0589C91790">
    <w:name w:val="67CA492BFC964B0BA9EFAE0589C91790"/>
    <w:rsid w:val="00425E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6E2FC0921E4994839D102433DB322A">
    <w:name w:val="0C6E2FC0921E4994839D102433DB322A"/>
    <w:rsid w:val="00425E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EFDBBFE4604E2597F435257279BF5B">
    <w:name w:val="EDEFDBBFE4604E2597F435257279BF5B"/>
    <w:rsid w:val="00425E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B3B81353F4476AA9B27C04369B55D5">
    <w:name w:val="35B3B81353F4476AA9B27C04369B55D5"/>
    <w:rsid w:val="00D87E7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0F95957207464BA9B2BCC83CB69761">
    <w:name w:val="2F0F95957207464BA9B2BCC83CB69761"/>
    <w:rsid w:val="00D87E7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8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7</cp:revision>
  <cp:lastPrinted>2019-12-09T09:19:00Z</cp:lastPrinted>
  <dcterms:created xsi:type="dcterms:W3CDTF">2025-01-20T11:42:00Z</dcterms:created>
  <dcterms:modified xsi:type="dcterms:W3CDTF">2025-02-20T08:20:00Z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